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ABD" w:rsidRDefault="00BA4ABD" w:rsidP="0038736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Корнелюк А</w:t>
      </w:r>
    </w:p>
    <w:p w:rsidR="00BA4ABD" w:rsidRPr="0064579F" w:rsidRDefault="00BA4ABD" w:rsidP="0038736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СМ1-51</w:t>
      </w:r>
    </w:p>
    <w:p w:rsidR="00BA4ABD" w:rsidRDefault="00BA4ABD" w:rsidP="0038736D">
      <w:pPr>
        <w:jc w:val="center"/>
        <w:rPr>
          <w:b/>
          <w:sz w:val="40"/>
          <w:szCs w:val="40"/>
          <w:lang w:val="en-US"/>
        </w:rPr>
      </w:pPr>
    </w:p>
    <w:p w:rsidR="00BA4ABD" w:rsidRDefault="00BA4ABD" w:rsidP="0038736D">
      <w:pPr>
        <w:jc w:val="center"/>
        <w:rPr>
          <w:b/>
          <w:sz w:val="40"/>
          <w:szCs w:val="40"/>
          <w:lang w:val="en-US"/>
        </w:rPr>
      </w:pPr>
    </w:p>
    <w:p w:rsidR="00BA4ABD" w:rsidRDefault="00BA4ABD" w:rsidP="0038736D">
      <w:pPr>
        <w:jc w:val="center"/>
        <w:rPr>
          <w:b/>
          <w:sz w:val="40"/>
          <w:szCs w:val="40"/>
          <w:lang w:val="en-US"/>
        </w:rPr>
      </w:pPr>
    </w:p>
    <w:p w:rsidR="00BA4ABD" w:rsidRDefault="00BA4ABD" w:rsidP="0038736D">
      <w:pPr>
        <w:jc w:val="center"/>
        <w:rPr>
          <w:b/>
          <w:sz w:val="40"/>
          <w:szCs w:val="40"/>
          <w:lang w:val="en-US"/>
        </w:rPr>
      </w:pPr>
    </w:p>
    <w:p w:rsidR="00BA4ABD" w:rsidRDefault="00BA4ABD" w:rsidP="0038736D">
      <w:pPr>
        <w:jc w:val="center"/>
        <w:rPr>
          <w:b/>
          <w:sz w:val="40"/>
          <w:szCs w:val="40"/>
          <w:lang w:val="en-US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  <w:r w:rsidRPr="0038736D">
        <w:rPr>
          <w:b/>
          <w:sz w:val="40"/>
          <w:szCs w:val="40"/>
        </w:rPr>
        <w:t xml:space="preserve">Построение эвольвентного профиля зубчатого колеса в среде </w:t>
      </w:r>
      <w:r w:rsidRPr="0038736D">
        <w:rPr>
          <w:b/>
          <w:sz w:val="40"/>
          <w:szCs w:val="40"/>
          <w:lang w:val="en-US"/>
        </w:rPr>
        <w:t>A</w:t>
      </w:r>
      <w:r>
        <w:rPr>
          <w:b/>
          <w:sz w:val="40"/>
          <w:szCs w:val="40"/>
          <w:lang w:val="en-US"/>
        </w:rPr>
        <w:t>utoCAD</w:t>
      </w:r>
      <w:r w:rsidRPr="0038736D">
        <w:rPr>
          <w:b/>
          <w:sz w:val="40"/>
          <w:szCs w:val="40"/>
        </w:rPr>
        <w:t>.</w:t>
      </w: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</w:p>
    <w:p w:rsidR="00BA4ABD" w:rsidRDefault="00BA4ABD" w:rsidP="0038736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2013 г.</w:t>
      </w:r>
    </w:p>
    <w:p w:rsidR="00BA4ABD" w:rsidRPr="0064579F" w:rsidRDefault="00BA4ABD" w:rsidP="0038736D">
      <w:pPr>
        <w:rPr>
          <w:b/>
          <w:sz w:val="40"/>
          <w:szCs w:val="40"/>
        </w:rPr>
      </w:pPr>
    </w:p>
    <w:p w:rsidR="00BA4ABD" w:rsidRDefault="00BA4ABD" w:rsidP="0038736D">
      <w:pPr>
        <w:rPr>
          <w:sz w:val="24"/>
          <w:szCs w:val="24"/>
        </w:rPr>
      </w:pPr>
      <w:r>
        <w:rPr>
          <w:sz w:val="24"/>
          <w:szCs w:val="24"/>
        </w:rPr>
        <w:t xml:space="preserve">Принцип построения основан на обкатывании исходного производящего контура по делительной окружности без проскальзывания. Для вычерчивания профиля создаются 4 слоя: слой окружностей, слой рейки, слой построений и слой зубьев. В слое окружностей изображаются окружности вершин, впадин и основная окружность. В слое рейки по заданным параметрам изображается отстоящая от окружностей рейка. В слое построений – делительная окружность и вертикальная прямая, проходящая через центр колеса. Исходный чертеж изображен на рисунке 1. </w:t>
      </w:r>
    </w:p>
    <w:p w:rsidR="00BA4ABD" w:rsidRDefault="00BA4ABD" w:rsidP="001670B7">
      <w:pPr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159pt;height:183pt;visibility:visible">
            <v:imagedata r:id="rId4" o:title=""/>
          </v:shape>
        </w:pict>
      </w:r>
    </w:p>
    <w:p w:rsidR="00BA4ABD" w:rsidRDefault="00BA4ABD" w:rsidP="0064579F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1</w:t>
      </w:r>
    </w:p>
    <w:p w:rsidR="00BA4ABD" w:rsidRDefault="00BA4ABD" w:rsidP="0038736D">
      <w:pPr>
        <w:rPr>
          <w:sz w:val="24"/>
          <w:szCs w:val="24"/>
        </w:rPr>
      </w:pPr>
      <w:r>
        <w:rPr>
          <w:sz w:val="24"/>
          <w:szCs w:val="24"/>
        </w:rPr>
        <w:t>После предварительных построений начинается построение профиля зуба. Оно основано на том, что, при перекатывании касательной по окружности без проскальзывания, расстояние между старой и новой точкой касания на прямой будет равно расстоянию между старой и новой точкой касания на окружности.На этой основе определяются новые положения начального полюса зацепления.  Далее описание построения будет вестись пошагово.</w:t>
      </w:r>
    </w:p>
    <w:p w:rsidR="00BA4ABD" w:rsidRPr="001670B7" w:rsidRDefault="00BA4ABD" w:rsidP="0064579F">
      <w:pPr>
        <w:spacing w:line="240" w:lineRule="auto"/>
        <w:outlineLvl w:val="0"/>
        <w:rPr>
          <w:b/>
          <w:sz w:val="24"/>
          <w:szCs w:val="24"/>
        </w:rPr>
      </w:pPr>
      <w:r w:rsidRPr="001670B7">
        <w:rPr>
          <w:b/>
          <w:sz w:val="24"/>
          <w:szCs w:val="24"/>
        </w:rPr>
        <w:t>Шаг 1.</w:t>
      </w:r>
    </w:p>
    <w:p w:rsidR="00BA4ABD" w:rsidRDefault="00BA4ABD" w:rsidP="001670B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Слои окружностей и зубьев отключаются. Рейка копируется и переносится так, чтобы прямая смещения касалась делительной окружности:</w:t>
      </w:r>
    </w:p>
    <w:p w:rsidR="00BA4ABD" w:rsidRDefault="00BA4ABD" w:rsidP="001670B7">
      <w:pPr>
        <w:spacing w:line="240" w:lineRule="auto"/>
        <w:jc w:val="center"/>
        <w:rPr>
          <w:noProof/>
          <w:sz w:val="24"/>
          <w:szCs w:val="24"/>
          <w:lang w:eastAsia="ru-RU"/>
        </w:rPr>
      </w:pPr>
    </w:p>
    <w:p w:rsidR="00BA4ABD" w:rsidRDefault="00BA4ABD" w:rsidP="001670B7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3" o:spid="_x0000_i1026" type="#_x0000_t75" style="width:178.5pt;height:121.5pt;visibility:visible">
            <v:imagedata r:id="rId5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2</w:t>
      </w:r>
    </w:p>
    <w:p w:rsidR="00BA4ABD" w:rsidRDefault="00BA4ABD" w:rsidP="001670B7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4" o:spid="_x0000_i1027" type="#_x0000_t75" style="width:135pt;height:133.5pt;visibility:visible">
            <v:imagedata r:id="rId6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Рис.3</w:t>
      </w:r>
    </w:p>
    <w:p w:rsidR="00BA4ABD" w:rsidRPr="0002001A" w:rsidRDefault="00BA4ABD" w:rsidP="0064579F">
      <w:pPr>
        <w:spacing w:line="240" w:lineRule="auto"/>
        <w:outlineLvl w:val="0"/>
        <w:rPr>
          <w:sz w:val="24"/>
          <w:szCs w:val="24"/>
        </w:rPr>
      </w:pPr>
      <w:r w:rsidRPr="0002001A">
        <w:rPr>
          <w:b/>
          <w:sz w:val="24"/>
          <w:szCs w:val="24"/>
        </w:rPr>
        <w:t>Шаг 2.</w:t>
      </w:r>
    </w:p>
    <w:p w:rsidR="00BA4ABD" w:rsidRDefault="00BA4ABD" w:rsidP="0002001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Отключается слой рейки, вертикальная прямая поворачивается на угол </w:t>
      </w:r>
      <w:r w:rsidRPr="00FC0819">
        <w:rPr>
          <w:sz w:val="24"/>
          <w:szCs w:val="24"/>
        </w:rPr>
        <w:fldChar w:fldCharType="begin"/>
      </w:r>
      <w:r w:rsidRPr="00FC0819">
        <w:rPr>
          <w:sz w:val="24"/>
          <w:szCs w:val="24"/>
        </w:rPr>
        <w:instrText xml:space="preserve"> QUOTE </w:instrText>
      </w:r>
      <w:r w:rsidRPr="00FC0819">
        <w:pict>
          <v:shape id="_x0000_i1028" type="#_x0000_t75" style="width:12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8736D&quot;/&gt;&lt;wsp:rsid wsp:val=&quot;0002001A&quot;/&gt;&lt;wsp:rsid wsp:val=&quot;000E2218&quot;/&gt;&lt;wsp:rsid wsp:val=&quot;001670B7&quot;/&gt;&lt;wsp:rsid wsp:val=&quot;0038736D&quot;/&gt;&lt;wsp:rsid wsp:val=&quot;003A0D88&quot;/&gt;&lt;wsp:rsid wsp:val=&quot;0043688D&quot;/&gt;&lt;wsp:rsid wsp:val=&quot;004C446F&quot;/&gt;&lt;wsp:rsid wsp:val=&quot;00720977&quot;/&gt;&lt;wsp:rsid wsp:val=&quot;007D4FD4&quot;/&gt;&lt;wsp:rsid wsp:val=&quot;007E70F0&quot;/&gt;&lt;wsp:rsid wsp:val=&quot;0089441B&quot;/&gt;&lt;wsp:rsid wsp:val=&quot;0090718A&quot;/&gt;&lt;wsp:rsid wsp:val=&quot;00A47DD1&quot;/&gt;&lt;wsp:rsid wsp:val=&quot;00C95251&quot;/&gt;&lt;wsp:rsid wsp:val=&quot;00DF1A30&quot;/&gt;&lt;/wsp:rsids&gt;&lt;/w:docPr&gt;&lt;w:body&gt;&lt;w:p wsp:rsidR=&quot;00000000&quot; wsp:rsidRDefault=&quot;00A47DD1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FC0819">
        <w:rPr>
          <w:sz w:val="24"/>
          <w:szCs w:val="24"/>
        </w:rPr>
        <w:instrText xml:space="preserve"> </w:instrText>
      </w:r>
      <w:r w:rsidRPr="00FC0819">
        <w:rPr>
          <w:sz w:val="24"/>
          <w:szCs w:val="24"/>
        </w:rPr>
        <w:fldChar w:fldCharType="separate"/>
      </w:r>
      <w:r w:rsidRPr="00FC0819">
        <w:pict>
          <v:shape id="_x0000_i1029" type="#_x0000_t75" style="width:12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8736D&quot;/&gt;&lt;wsp:rsid wsp:val=&quot;0002001A&quot;/&gt;&lt;wsp:rsid wsp:val=&quot;000E2218&quot;/&gt;&lt;wsp:rsid wsp:val=&quot;001670B7&quot;/&gt;&lt;wsp:rsid wsp:val=&quot;0038736D&quot;/&gt;&lt;wsp:rsid wsp:val=&quot;003A0D88&quot;/&gt;&lt;wsp:rsid wsp:val=&quot;0043688D&quot;/&gt;&lt;wsp:rsid wsp:val=&quot;004C446F&quot;/&gt;&lt;wsp:rsid wsp:val=&quot;00720977&quot;/&gt;&lt;wsp:rsid wsp:val=&quot;007D4FD4&quot;/&gt;&lt;wsp:rsid wsp:val=&quot;007E70F0&quot;/&gt;&lt;wsp:rsid wsp:val=&quot;0089441B&quot;/&gt;&lt;wsp:rsid wsp:val=&quot;0090718A&quot;/&gt;&lt;wsp:rsid wsp:val=&quot;00A47DD1&quot;/&gt;&lt;wsp:rsid wsp:val=&quot;00C95251&quot;/&gt;&lt;wsp:rsid wsp:val=&quot;00DF1A30&quot;/&gt;&lt;/wsp:rsids&gt;&lt;/w:docPr&gt;&lt;w:body&gt;&lt;w:p wsp:rsidR=&quot;00000000&quot; wsp:rsidRDefault=&quot;00A47DD1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FC0819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</w:p>
    <w:p w:rsidR="00BA4ABD" w:rsidRDefault="00BA4ABD" w:rsidP="0002001A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7" o:spid="_x0000_i1030" type="#_x0000_t75" style="width:145.5pt;height:202.5pt;visibility:visible">
            <v:imagedata r:id="rId8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4</w:t>
      </w:r>
    </w:p>
    <w:p w:rsidR="00BA4ABD" w:rsidRPr="0002001A" w:rsidRDefault="00BA4ABD" w:rsidP="0064579F">
      <w:pPr>
        <w:spacing w:line="240" w:lineRule="auto"/>
        <w:outlineLvl w:val="0"/>
        <w:rPr>
          <w:b/>
          <w:sz w:val="24"/>
          <w:szCs w:val="24"/>
        </w:rPr>
      </w:pPr>
      <w:r w:rsidRPr="0002001A">
        <w:rPr>
          <w:b/>
          <w:sz w:val="24"/>
          <w:szCs w:val="24"/>
        </w:rPr>
        <w:t>Шаг 3</w:t>
      </w:r>
    </w:p>
    <w:p w:rsidR="00BA4ABD" w:rsidRDefault="00BA4ABD" w:rsidP="0002001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Вычисляется длина дуги АВ. Из точки А проводится горизонтальный отрезок АС, равный длине дуги. </w:t>
      </w:r>
    </w:p>
    <w:p w:rsidR="00BA4ABD" w:rsidRDefault="00BA4ABD" w:rsidP="0089441B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8" o:spid="_x0000_i1031" type="#_x0000_t75" style="width:156.75pt;height:133.5pt;visibility:visible">
            <v:imagedata r:id="rId9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5</w:t>
      </w:r>
    </w:p>
    <w:p w:rsidR="00BA4ABD" w:rsidRDefault="00BA4ABD" w:rsidP="0089441B">
      <w:pPr>
        <w:spacing w:line="240" w:lineRule="auto"/>
        <w:rPr>
          <w:b/>
          <w:sz w:val="24"/>
          <w:szCs w:val="24"/>
        </w:rPr>
      </w:pPr>
    </w:p>
    <w:p w:rsidR="00BA4ABD" w:rsidRDefault="00BA4ABD" w:rsidP="0064579F">
      <w:pPr>
        <w:spacing w:line="240" w:lineRule="auto"/>
        <w:outlineLvl w:val="0"/>
        <w:rPr>
          <w:b/>
          <w:sz w:val="24"/>
          <w:szCs w:val="24"/>
        </w:rPr>
      </w:pPr>
      <w:r w:rsidRPr="0089441B">
        <w:rPr>
          <w:b/>
          <w:sz w:val="24"/>
          <w:szCs w:val="24"/>
        </w:rPr>
        <w:t>Шаг 4</w:t>
      </w:r>
    </w:p>
    <w:p w:rsidR="00BA4ABD" w:rsidRDefault="00BA4ABD" w:rsidP="0089441B">
      <w:pPr>
        <w:spacing w:line="240" w:lineRule="auto"/>
        <w:rPr>
          <w:sz w:val="24"/>
          <w:szCs w:val="24"/>
        </w:rPr>
      </w:pPr>
      <w:r w:rsidRPr="0089441B">
        <w:rPr>
          <w:sz w:val="24"/>
          <w:szCs w:val="24"/>
        </w:rPr>
        <w:t xml:space="preserve">Отрезок </w:t>
      </w:r>
      <w:r>
        <w:rPr>
          <w:sz w:val="24"/>
          <w:szCs w:val="24"/>
        </w:rPr>
        <w:t xml:space="preserve">АС поворачивается вокруг точки А на тот же угол </w:t>
      </w:r>
      <w:r w:rsidRPr="00FC0819">
        <w:rPr>
          <w:sz w:val="24"/>
          <w:szCs w:val="24"/>
        </w:rPr>
        <w:fldChar w:fldCharType="begin"/>
      </w:r>
      <w:r w:rsidRPr="00FC0819">
        <w:rPr>
          <w:sz w:val="24"/>
          <w:szCs w:val="24"/>
        </w:rPr>
        <w:instrText xml:space="preserve"> QUOTE </w:instrText>
      </w:r>
      <w:r w:rsidRPr="00FC0819">
        <w:pict>
          <v:shape id="_x0000_i1032" type="#_x0000_t75" style="width:12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8736D&quot;/&gt;&lt;wsp:rsid wsp:val=&quot;0002001A&quot;/&gt;&lt;wsp:rsid wsp:val=&quot;000E2218&quot;/&gt;&lt;wsp:rsid wsp:val=&quot;001670B7&quot;/&gt;&lt;wsp:rsid wsp:val=&quot;0038736D&quot;/&gt;&lt;wsp:rsid wsp:val=&quot;003A0D88&quot;/&gt;&lt;wsp:rsid wsp:val=&quot;0043688D&quot;/&gt;&lt;wsp:rsid wsp:val=&quot;004C446F&quot;/&gt;&lt;wsp:rsid wsp:val=&quot;00720977&quot;/&gt;&lt;wsp:rsid wsp:val=&quot;007D4FD4&quot;/&gt;&lt;wsp:rsid wsp:val=&quot;007E70F0&quot;/&gt;&lt;wsp:rsid wsp:val=&quot;0089441B&quot;/&gt;&lt;wsp:rsid wsp:val=&quot;0090718A&quot;/&gt;&lt;wsp:rsid wsp:val=&quot;00C95251&quot;/&gt;&lt;wsp:rsid wsp:val=&quot;00DF1A30&quot;/&gt;&lt;wsp:rsid wsp:val=&quot;00FB50BC&quot;/&gt;&lt;wsp:rsid wsp:val=&quot;00FC0819&quot;/&gt;&lt;/wsp:rsids&gt;&lt;/w:docPr&gt;&lt;w:body&gt;&lt;w:p wsp:rsidR=&quot;00000000&quot; wsp:rsidRDefault=&quot;00FB50B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FC0819">
        <w:rPr>
          <w:sz w:val="24"/>
          <w:szCs w:val="24"/>
        </w:rPr>
        <w:instrText xml:space="preserve"> </w:instrText>
      </w:r>
      <w:r w:rsidRPr="00FC0819">
        <w:rPr>
          <w:sz w:val="24"/>
          <w:szCs w:val="24"/>
        </w:rPr>
        <w:fldChar w:fldCharType="separate"/>
      </w:r>
      <w:r w:rsidRPr="00FC0819">
        <w:pict>
          <v:shape id="_x0000_i1033" type="#_x0000_t75" style="width:12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8736D&quot;/&gt;&lt;wsp:rsid wsp:val=&quot;0002001A&quot;/&gt;&lt;wsp:rsid wsp:val=&quot;000E2218&quot;/&gt;&lt;wsp:rsid wsp:val=&quot;001670B7&quot;/&gt;&lt;wsp:rsid wsp:val=&quot;0038736D&quot;/&gt;&lt;wsp:rsid wsp:val=&quot;003A0D88&quot;/&gt;&lt;wsp:rsid wsp:val=&quot;0043688D&quot;/&gt;&lt;wsp:rsid wsp:val=&quot;004C446F&quot;/&gt;&lt;wsp:rsid wsp:val=&quot;00720977&quot;/&gt;&lt;wsp:rsid wsp:val=&quot;007D4FD4&quot;/&gt;&lt;wsp:rsid wsp:val=&quot;007E70F0&quot;/&gt;&lt;wsp:rsid wsp:val=&quot;0089441B&quot;/&gt;&lt;wsp:rsid wsp:val=&quot;0090718A&quot;/&gt;&lt;wsp:rsid wsp:val=&quot;00C95251&quot;/&gt;&lt;wsp:rsid wsp:val=&quot;00DF1A30&quot;/&gt;&lt;wsp:rsid wsp:val=&quot;00FB50BC&quot;/&gt;&lt;wsp:rsid wsp:val=&quot;00FC0819&quot;/&gt;&lt;/wsp:rsids&gt;&lt;/w:docPr&gt;&lt;w:body&gt;&lt;w:p wsp:rsidR=&quot;00000000&quot; wsp:rsidRDefault=&quot;00FB50B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FC0819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</w:p>
    <w:p w:rsidR="00BA4ABD" w:rsidRDefault="00BA4ABD" w:rsidP="0089441B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9" o:spid="_x0000_i1034" type="#_x0000_t75" style="width:189.75pt;height:140.25pt;visibility:visible">
            <v:imagedata r:id="rId10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6</w:t>
      </w:r>
    </w:p>
    <w:p w:rsidR="00BA4ABD" w:rsidRPr="0064579F" w:rsidRDefault="00BA4ABD" w:rsidP="0064579F">
      <w:pPr>
        <w:spacing w:line="24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Шаг 5</w:t>
      </w:r>
    </w:p>
    <w:p w:rsidR="00BA4ABD" w:rsidRPr="0064579F" w:rsidRDefault="00BA4ABD" w:rsidP="0089441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Включается слой рейки, рейка копируется, поворачивается на угол </w:t>
      </w:r>
      <w:r w:rsidRPr="00FC0819">
        <w:rPr>
          <w:sz w:val="24"/>
          <w:szCs w:val="24"/>
        </w:rPr>
        <w:fldChar w:fldCharType="begin"/>
      </w:r>
      <w:r w:rsidRPr="00FC0819">
        <w:rPr>
          <w:sz w:val="24"/>
          <w:szCs w:val="24"/>
        </w:rPr>
        <w:instrText xml:space="preserve"> QUOTE </w:instrText>
      </w:r>
      <w:r w:rsidRPr="00FC0819">
        <w:pict>
          <v:shape id="_x0000_i1035" type="#_x0000_t75" style="width:12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8736D&quot;/&gt;&lt;wsp:rsid wsp:val=&quot;0002001A&quot;/&gt;&lt;wsp:rsid wsp:val=&quot;000E2218&quot;/&gt;&lt;wsp:rsid wsp:val=&quot;001670B7&quot;/&gt;&lt;wsp:rsid wsp:val=&quot;0038736D&quot;/&gt;&lt;wsp:rsid wsp:val=&quot;003A0D88&quot;/&gt;&lt;wsp:rsid wsp:val=&quot;0043688D&quot;/&gt;&lt;wsp:rsid wsp:val=&quot;004C446F&quot;/&gt;&lt;wsp:rsid wsp:val=&quot;00720977&quot;/&gt;&lt;wsp:rsid wsp:val=&quot;007D4FD4&quot;/&gt;&lt;wsp:rsid wsp:val=&quot;007E70F0&quot;/&gt;&lt;wsp:rsid wsp:val=&quot;0089441B&quot;/&gt;&lt;wsp:rsid wsp:val=&quot;0090718A&quot;/&gt;&lt;wsp:rsid wsp:val=&quot;009C6E37&quot;/&gt;&lt;wsp:rsid wsp:val=&quot;00C95251&quot;/&gt;&lt;wsp:rsid wsp:val=&quot;00DF1A30&quot;/&gt;&lt;wsp:rsid wsp:val=&quot;00FC0819&quot;/&gt;&lt;/wsp:rsids&gt;&lt;/w:docPr&gt;&lt;w:body&gt;&lt;w:p wsp:rsidR=&quot;00000000&quot; wsp:rsidRDefault=&quot;009C6E37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FC0819">
        <w:rPr>
          <w:sz w:val="24"/>
          <w:szCs w:val="24"/>
        </w:rPr>
        <w:instrText xml:space="preserve"> </w:instrText>
      </w:r>
      <w:r w:rsidRPr="00FC0819">
        <w:rPr>
          <w:sz w:val="24"/>
          <w:szCs w:val="24"/>
        </w:rPr>
        <w:fldChar w:fldCharType="separate"/>
      </w:r>
      <w:r w:rsidRPr="00FC0819">
        <w:pict>
          <v:shape id="_x0000_i1036" type="#_x0000_t75" style="width:12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8736D&quot;/&gt;&lt;wsp:rsid wsp:val=&quot;0002001A&quot;/&gt;&lt;wsp:rsid wsp:val=&quot;000E2218&quot;/&gt;&lt;wsp:rsid wsp:val=&quot;001670B7&quot;/&gt;&lt;wsp:rsid wsp:val=&quot;0038736D&quot;/&gt;&lt;wsp:rsid wsp:val=&quot;003A0D88&quot;/&gt;&lt;wsp:rsid wsp:val=&quot;0043688D&quot;/&gt;&lt;wsp:rsid wsp:val=&quot;004C446F&quot;/&gt;&lt;wsp:rsid wsp:val=&quot;00720977&quot;/&gt;&lt;wsp:rsid wsp:val=&quot;007D4FD4&quot;/&gt;&lt;wsp:rsid wsp:val=&quot;007E70F0&quot;/&gt;&lt;wsp:rsid wsp:val=&quot;0089441B&quot;/&gt;&lt;wsp:rsid wsp:val=&quot;0090718A&quot;/&gt;&lt;wsp:rsid wsp:val=&quot;009C6E37&quot;/&gt;&lt;wsp:rsid wsp:val=&quot;00C95251&quot;/&gt;&lt;wsp:rsid wsp:val=&quot;00DF1A30&quot;/&gt;&lt;wsp:rsid wsp:val=&quot;00FC0819&quot;/&gt;&lt;/wsp:rsids&gt;&lt;/w:docPr&gt;&lt;w:body&gt;&lt;w:p wsp:rsidR=&quot;00000000&quot; wsp:rsidRDefault=&quot;009C6E37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FC081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и начальный полюс зацепления </w:t>
      </w:r>
      <w:r>
        <w:rPr>
          <w:sz w:val="24"/>
          <w:szCs w:val="24"/>
          <w:lang w:val="en-US"/>
        </w:rPr>
        <w:t>P</w:t>
      </w:r>
      <w:r w:rsidRPr="0089441B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переносится в точку С</w:t>
      </w:r>
      <w:r w:rsidRPr="0089441B">
        <w:rPr>
          <w:sz w:val="24"/>
          <w:szCs w:val="24"/>
        </w:rPr>
        <w:t>’</w:t>
      </w:r>
      <w:r>
        <w:rPr>
          <w:sz w:val="24"/>
          <w:szCs w:val="24"/>
        </w:rPr>
        <w:t>.</w:t>
      </w:r>
    </w:p>
    <w:p w:rsidR="00BA4ABD" w:rsidRDefault="00BA4ABD" w:rsidP="0089441B">
      <w:pPr>
        <w:spacing w:line="240" w:lineRule="auto"/>
        <w:jc w:val="center"/>
        <w:rPr>
          <w:sz w:val="24"/>
          <w:szCs w:val="24"/>
          <w:lang w:val="en-US"/>
        </w:rPr>
      </w:pPr>
      <w:r w:rsidRPr="00FC0819">
        <w:rPr>
          <w:noProof/>
          <w:sz w:val="24"/>
          <w:szCs w:val="24"/>
          <w:lang w:eastAsia="ru-RU"/>
        </w:rPr>
        <w:pict>
          <v:shape id="Рисунок 10" o:spid="_x0000_i1037" type="#_x0000_t75" style="width:228.75pt;height:141.75pt;visibility:visible">
            <v:imagedata r:id="rId11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7</w:t>
      </w:r>
    </w:p>
    <w:p w:rsidR="00BA4ABD" w:rsidRDefault="00BA4ABD" w:rsidP="0089441B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11" o:spid="_x0000_i1038" type="#_x0000_t75" style="width:304.5pt;height:228pt;visibility:visible">
            <v:imagedata r:id="rId12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8</w:t>
      </w:r>
    </w:p>
    <w:p w:rsidR="00BA4ABD" w:rsidRDefault="00BA4ABD" w:rsidP="0043688D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12" o:spid="_x0000_i1039" type="#_x0000_t75" style="width:252.75pt;height:246pt;visibility:visible">
            <v:imagedata r:id="rId13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9</w:t>
      </w:r>
    </w:p>
    <w:p w:rsidR="00BA4ABD" w:rsidRDefault="00BA4ABD" w:rsidP="0043688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Угол </w:t>
      </w:r>
      <w:r w:rsidRPr="00FC0819">
        <w:rPr>
          <w:sz w:val="24"/>
          <w:szCs w:val="24"/>
        </w:rPr>
        <w:fldChar w:fldCharType="begin"/>
      </w:r>
      <w:r w:rsidRPr="00FC0819">
        <w:rPr>
          <w:sz w:val="24"/>
          <w:szCs w:val="24"/>
        </w:rPr>
        <w:instrText xml:space="preserve"> QUOTE </w:instrText>
      </w:r>
      <w:r w:rsidRPr="00FC0819">
        <w:pict>
          <v:shape id="_x0000_i1040" type="#_x0000_t75" style="width:12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8736D&quot;/&gt;&lt;wsp:rsid wsp:val=&quot;0002001A&quot;/&gt;&lt;wsp:rsid wsp:val=&quot;000E2218&quot;/&gt;&lt;wsp:rsid wsp:val=&quot;001670B7&quot;/&gt;&lt;wsp:rsid wsp:val=&quot;0038736D&quot;/&gt;&lt;wsp:rsid wsp:val=&quot;003A0D88&quot;/&gt;&lt;wsp:rsid wsp:val=&quot;0043688D&quot;/&gt;&lt;wsp:rsid wsp:val=&quot;004C446F&quot;/&gt;&lt;wsp:rsid wsp:val=&quot;00720977&quot;/&gt;&lt;wsp:rsid wsp:val=&quot;007D4FD4&quot;/&gt;&lt;wsp:rsid wsp:val=&quot;007E70F0&quot;/&gt;&lt;wsp:rsid wsp:val=&quot;0089441B&quot;/&gt;&lt;wsp:rsid wsp:val=&quot;0090718A&quot;/&gt;&lt;wsp:rsid wsp:val=&quot;00C345FC&quot;/&gt;&lt;wsp:rsid wsp:val=&quot;00C95251&quot;/&gt;&lt;wsp:rsid wsp:val=&quot;00DF1A30&quot;/&gt;&lt;wsp:rsid wsp:val=&quot;00FC0819&quot;/&gt;&lt;/wsp:rsids&gt;&lt;/w:docPr&gt;&lt;w:body&gt;&lt;w:p wsp:rsidR=&quot;00000000&quot; wsp:rsidRDefault=&quot;00C345F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FC0819">
        <w:rPr>
          <w:sz w:val="24"/>
          <w:szCs w:val="24"/>
        </w:rPr>
        <w:instrText xml:space="preserve"> </w:instrText>
      </w:r>
      <w:r w:rsidRPr="00FC0819">
        <w:rPr>
          <w:sz w:val="24"/>
          <w:szCs w:val="24"/>
        </w:rPr>
        <w:fldChar w:fldCharType="separate"/>
      </w:r>
      <w:r w:rsidRPr="00FC0819">
        <w:pict>
          <v:shape id="_x0000_i1041" type="#_x0000_t75" style="width:12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8736D&quot;/&gt;&lt;wsp:rsid wsp:val=&quot;0002001A&quot;/&gt;&lt;wsp:rsid wsp:val=&quot;000E2218&quot;/&gt;&lt;wsp:rsid wsp:val=&quot;001670B7&quot;/&gt;&lt;wsp:rsid wsp:val=&quot;0038736D&quot;/&gt;&lt;wsp:rsid wsp:val=&quot;003A0D88&quot;/&gt;&lt;wsp:rsid wsp:val=&quot;0043688D&quot;/&gt;&lt;wsp:rsid wsp:val=&quot;004C446F&quot;/&gt;&lt;wsp:rsid wsp:val=&quot;00720977&quot;/&gt;&lt;wsp:rsid wsp:val=&quot;007D4FD4&quot;/&gt;&lt;wsp:rsid wsp:val=&quot;007E70F0&quot;/&gt;&lt;wsp:rsid wsp:val=&quot;0089441B&quot;/&gt;&lt;wsp:rsid wsp:val=&quot;0090718A&quot;/&gt;&lt;wsp:rsid wsp:val=&quot;00C345FC&quot;/&gt;&lt;wsp:rsid wsp:val=&quot;00C95251&quot;/&gt;&lt;wsp:rsid wsp:val=&quot;00DF1A30&quot;/&gt;&lt;wsp:rsid wsp:val=&quot;00FC0819&quot;/&gt;&lt;/wsp:rsids&gt;&lt;/w:docPr&gt;&lt;w:body&gt;&lt;w:p wsp:rsidR=&quot;00000000&quot; wsp:rsidRDefault=&quot;00C345FC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FC081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изменяется от 0 до некоторого значения с шагом в 2…3</w:t>
      </w:r>
      <w:r>
        <w:rPr>
          <w:rFonts w:cs="Calibri"/>
          <w:sz w:val="24"/>
          <w:szCs w:val="24"/>
        </w:rPr>
        <w:t>°</w:t>
      </w:r>
      <w:r>
        <w:rPr>
          <w:sz w:val="24"/>
          <w:szCs w:val="24"/>
        </w:rPr>
        <w:t>. Каждый раз вычерчивается новая прямая и касательная, а старые удаляются. После этого создается новое положение рейки. Построения заканчиваются, когда точка пересечения прямых участков зубьев рейки на образующей зуба колеса (точка М)</w:t>
      </w:r>
      <w:bookmarkStart w:id="0" w:name="_GoBack"/>
      <w:bookmarkEnd w:id="0"/>
      <w:r>
        <w:rPr>
          <w:sz w:val="24"/>
          <w:szCs w:val="24"/>
        </w:rPr>
        <w:t xml:space="preserve"> уходит за пределы окружности вершин.</w:t>
      </w:r>
    </w:p>
    <w:p w:rsidR="00BA4ABD" w:rsidRDefault="00BA4ABD" w:rsidP="0043688D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13" o:spid="_x0000_i1042" type="#_x0000_t75" style="width:338.25pt;height:227.25pt;visibility:visible">
            <v:imagedata r:id="rId14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10 (большое увеличение).</w:t>
      </w:r>
    </w:p>
    <w:p w:rsidR="00BA4ABD" w:rsidRDefault="00BA4ABD" w:rsidP="0072097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После этого отключается слой построений, и полученный набор реек зеркально отражается относительно вертикальной прямой (см рис. 1). </w:t>
      </w:r>
    </w:p>
    <w:p w:rsidR="00BA4ABD" w:rsidRDefault="00BA4ABD" w:rsidP="00720977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14" o:spid="_x0000_i1043" type="#_x0000_t75" style="width:331.5pt;height:183.75pt;visibility:visible">
            <v:imagedata r:id="rId15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11 (после отражения)</w:t>
      </w:r>
    </w:p>
    <w:p w:rsidR="00BA4ABD" w:rsidRDefault="00BA4ABD" w:rsidP="0072097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Затем включается слой окружностей и зубьев и, при большом увеличении, все точки М, лежащие между окружностями вершин и впадин на одной из боковых поверхностей зуба, соединяются в слое зубьев командой «сплайн». В итоге получается половина профиля зуба.</w:t>
      </w:r>
    </w:p>
    <w:p w:rsidR="00BA4ABD" w:rsidRDefault="00BA4ABD" w:rsidP="00720977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15" o:spid="_x0000_i1044" type="#_x0000_t75" style="width:196.5pt;height:158.25pt;visibility:visible">
            <v:imagedata r:id="rId16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13</w:t>
      </w:r>
    </w:p>
    <w:p w:rsidR="00BA4ABD" w:rsidRDefault="00BA4ABD" w:rsidP="0072097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Вторая половина получается зеркальным отражением относительно той же вертикали. </w:t>
      </w:r>
    </w:p>
    <w:p w:rsidR="00BA4ABD" w:rsidRDefault="00BA4ABD" w:rsidP="00720977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16" o:spid="_x0000_i1045" type="#_x0000_t75" style="width:243pt;height:178.5pt;visibility:visible">
            <v:imagedata r:id="rId17" o:title=""/>
          </v:shape>
        </w:pict>
      </w:r>
    </w:p>
    <w:p w:rsidR="00BA4ABD" w:rsidRDefault="00BA4ABD" w:rsidP="0064579F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Рис. 14</w:t>
      </w:r>
    </w:p>
    <w:p w:rsidR="00BA4ABD" w:rsidRDefault="00BA4ABD" w:rsidP="0072097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Из полученного профиля создается круговой массив с числом элементов, равным числу зубьев, а окружности вершин и впадин между зубьев обрезаются. Получается изображение зубчатого колеса.</w:t>
      </w:r>
    </w:p>
    <w:p w:rsidR="00BA4ABD" w:rsidRDefault="00BA4ABD" w:rsidP="00720977">
      <w:pPr>
        <w:spacing w:line="240" w:lineRule="auto"/>
        <w:jc w:val="center"/>
        <w:rPr>
          <w:sz w:val="24"/>
          <w:szCs w:val="24"/>
        </w:rPr>
      </w:pPr>
      <w:r w:rsidRPr="00FC0819">
        <w:rPr>
          <w:noProof/>
          <w:sz w:val="24"/>
          <w:szCs w:val="24"/>
          <w:lang w:eastAsia="ru-RU"/>
        </w:rPr>
        <w:pict>
          <v:shape id="Рисунок 17" o:spid="_x0000_i1046" type="#_x0000_t75" style="width:144.75pt;height:141pt;visibility:visible">
            <v:imagedata r:id="rId18" o:title=""/>
          </v:shape>
        </w:pict>
      </w:r>
    </w:p>
    <w:p w:rsidR="00BA4ABD" w:rsidRPr="0043688D" w:rsidRDefault="00BA4ABD" w:rsidP="00720977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Рис. 15</w:t>
      </w:r>
    </w:p>
    <w:sectPr w:rsidR="00BA4ABD" w:rsidRPr="0043688D" w:rsidSect="004C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36D"/>
    <w:rsid w:val="0002001A"/>
    <w:rsid w:val="000E2218"/>
    <w:rsid w:val="001670B7"/>
    <w:rsid w:val="0038736D"/>
    <w:rsid w:val="003A0D88"/>
    <w:rsid w:val="0043688D"/>
    <w:rsid w:val="004C446F"/>
    <w:rsid w:val="0064579F"/>
    <w:rsid w:val="00720977"/>
    <w:rsid w:val="007D4FD4"/>
    <w:rsid w:val="007E70F0"/>
    <w:rsid w:val="0089441B"/>
    <w:rsid w:val="0090718A"/>
    <w:rsid w:val="00A97FBE"/>
    <w:rsid w:val="00BA4ABD"/>
    <w:rsid w:val="00C95251"/>
    <w:rsid w:val="00DF1A30"/>
    <w:rsid w:val="00FC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1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1A3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2001A"/>
    <w:rPr>
      <w:rFonts w:cs="Times New Roman"/>
      <w:color w:val="808080"/>
    </w:rPr>
  </w:style>
  <w:style w:type="paragraph" w:styleId="DocumentMap">
    <w:name w:val="Document Map"/>
    <w:basedOn w:val="Normal"/>
    <w:link w:val="DocumentMapChar"/>
    <w:uiPriority w:val="99"/>
    <w:semiHidden/>
    <w:rsid w:val="0064579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404D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7</Pages>
  <Words>411</Words>
  <Characters>2349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</dc:creator>
  <cp:keywords/>
  <dc:description/>
  <cp:lastModifiedBy>Admin</cp:lastModifiedBy>
  <cp:revision>8</cp:revision>
  <dcterms:created xsi:type="dcterms:W3CDTF">2012-11-25T17:32:00Z</dcterms:created>
  <dcterms:modified xsi:type="dcterms:W3CDTF">2019-01-29T15:25:00Z</dcterms:modified>
</cp:coreProperties>
</file>